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1F1D78C2" w:rsidR="00397E65" w:rsidRPr="00397E65" w:rsidRDefault="00397E65" w:rsidP="00397E65">
            <w:pPr>
              <w:pStyle w:val="SIText"/>
            </w:pPr>
            <w:r w:rsidRPr="00397E65">
              <w:t xml:space="preserve">This version released with AHC Agriculture, Horticulture, Conservation and Land Management Training Package Version </w:t>
            </w:r>
            <w:r w:rsidR="00BD2AEC" w:rsidRPr="004D369A">
              <w:rPr>
                <w:rStyle w:val="SITemporaryText-blue"/>
              </w:rPr>
              <w:t>X</w:t>
            </w:r>
            <w:r w:rsidRPr="00397E65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433970">
        <w:trPr>
          <w:tblHeader/>
        </w:trPr>
        <w:tc>
          <w:tcPr>
            <w:tcW w:w="1396" w:type="pct"/>
            <w:shd w:val="clear" w:color="auto" w:fill="auto"/>
          </w:tcPr>
          <w:p w14:paraId="141B9962" w14:textId="361DB073" w:rsidR="00F1480E" w:rsidRPr="005404CB" w:rsidRDefault="00EE1EA3">
            <w:pPr>
              <w:pStyle w:val="SIUNITCODE"/>
            </w:pPr>
            <w:r>
              <w:t>AHCPER6X</w:t>
            </w:r>
            <w:r w:rsidR="00FB1027">
              <w:t>1</w:t>
            </w:r>
          </w:p>
        </w:tc>
        <w:tc>
          <w:tcPr>
            <w:tcW w:w="3604" w:type="pct"/>
            <w:shd w:val="clear" w:color="auto" w:fill="auto"/>
          </w:tcPr>
          <w:p w14:paraId="01D80964" w14:textId="5B115A14" w:rsidR="00F1480E" w:rsidRPr="005404CB" w:rsidRDefault="00137D70" w:rsidP="005404CB">
            <w:pPr>
              <w:pStyle w:val="SIUnittitle"/>
            </w:pPr>
            <w:r w:rsidRPr="00137D70">
              <w:t>Develop a strategic plan for a permaculture project or enterprise</w:t>
            </w:r>
          </w:p>
        </w:tc>
      </w:tr>
      <w:tr w:rsidR="00F1480E" w:rsidRPr="00963A46" w14:paraId="6EEB8237" w14:textId="77777777" w:rsidTr="00433970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133A7D" w14:textId="7F3F2A05" w:rsidR="00137D70" w:rsidRDefault="00137D70">
            <w:r w:rsidRPr="00137D70">
              <w:t xml:space="preserve">This unit of competency describes the skills and knowledge required to </w:t>
            </w:r>
            <w:r w:rsidR="006A4F04" w:rsidRPr="00137D70">
              <w:t xml:space="preserve">prepare a strategic plan brief, </w:t>
            </w:r>
            <w:proofErr w:type="gramStart"/>
            <w:r w:rsidR="006A4F04" w:rsidRPr="00137D70">
              <w:t>research</w:t>
            </w:r>
            <w:proofErr w:type="gramEnd"/>
            <w:r w:rsidR="006A4F04" w:rsidRPr="00137D70">
              <w:t xml:space="preserve"> and analyse planning information, develop strategic plan stages, document a strategic plan, and review a strategic plan against desired outcomes</w:t>
            </w:r>
            <w:r w:rsidR="006A4F04" w:rsidRPr="006A4F04">
              <w:t xml:space="preserve"> </w:t>
            </w:r>
          </w:p>
          <w:p w14:paraId="0DDF56CF" w14:textId="77777777" w:rsidR="006A4F04" w:rsidRPr="00137D70" w:rsidRDefault="006A4F04"/>
          <w:p w14:paraId="77B78F45" w14:textId="353BEC97" w:rsidR="00137D70" w:rsidRPr="00137D70" w:rsidRDefault="00EE1EA3" w:rsidP="00137D70">
            <w:r>
              <w:t>The</w:t>
            </w:r>
            <w:r w:rsidRPr="00137D70">
              <w:t xml:space="preserve"> </w:t>
            </w:r>
            <w:r w:rsidR="00137D70" w:rsidRPr="00137D70">
              <w:t xml:space="preserve">unit applies to individuals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="00137D70" w:rsidRPr="00137D70">
              <w:t>design</w:t>
            </w:r>
            <w:proofErr w:type="gramEnd"/>
            <w:r w:rsidR="00137D70" w:rsidRPr="00137D70">
              <w:t xml:space="preserve"> and communicate solutions to a range of complex problems.</w:t>
            </w:r>
          </w:p>
          <w:p w14:paraId="58003D4E" w14:textId="77777777" w:rsidR="00137D70" w:rsidRPr="00137D70" w:rsidRDefault="00137D70" w:rsidP="00137D70"/>
          <w:p w14:paraId="22C15BCD" w14:textId="578366F1" w:rsidR="00373436" w:rsidRPr="000754EC" w:rsidRDefault="00137D70" w:rsidP="00E2232E">
            <w:pPr>
              <w:pStyle w:val="SIText"/>
            </w:pPr>
            <w:r w:rsidRPr="00137D70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433970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433970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37D7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9EA21DA" w:rsidR="00137D70" w:rsidRPr="00137D70" w:rsidRDefault="00137D70" w:rsidP="00137D70">
            <w:pPr>
              <w:pStyle w:val="SIText"/>
            </w:pPr>
            <w:r w:rsidRPr="00137D70">
              <w:t>1. Develop a strategic plan brief for a permaculture project or enterprise</w:t>
            </w:r>
          </w:p>
        </w:tc>
        <w:tc>
          <w:tcPr>
            <w:tcW w:w="3604" w:type="pct"/>
            <w:shd w:val="clear" w:color="auto" w:fill="auto"/>
          </w:tcPr>
          <w:p w14:paraId="2F5DFB3E" w14:textId="11DDAC74" w:rsidR="00137D70" w:rsidRPr="00137D70" w:rsidRDefault="00137D70" w:rsidP="00137D70">
            <w:r w:rsidRPr="00137D70">
              <w:t>1.1 Evaluate current context of permaculture project or enterprise</w:t>
            </w:r>
          </w:p>
          <w:p w14:paraId="437C50BD" w14:textId="002D97C4" w:rsidR="00137D70" w:rsidRPr="00137D70" w:rsidRDefault="00137D70" w:rsidP="00137D70">
            <w:r w:rsidRPr="00137D70">
              <w:t>1.2 Determine core values of project or enterprise</w:t>
            </w:r>
          </w:p>
          <w:p w14:paraId="13324CFD" w14:textId="77777777" w:rsidR="00137D70" w:rsidRPr="00137D70" w:rsidRDefault="00137D70" w:rsidP="00137D70">
            <w:r w:rsidRPr="00137D70">
              <w:t>1.3 Define project vision statement, aims and objectives</w:t>
            </w:r>
          </w:p>
          <w:p w14:paraId="0BC02FB9" w14:textId="77777777" w:rsidR="00137D70" w:rsidRPr="00137D70" w:rsidRDefault="00137D70" w:rsidP="00137D70">
            <w:r w:rsidRPr="00137D70">
              <w:t>1.4 Establish project or enterprise goals in consultation with stakeholders</w:t>
            </w:r>
          </w:p>
          <w:p w14:paraId="66F38D51" w14:textId="2B8D72F7" w:rsidR="00137D70" w:rsidRPr="00137D70" w:rsidRDefault="00137D70" w:rsidP="00137D70">
            <w:r w:rsidRPr="00137D70">
              <w:t xml:space="preserve">1.5 Evaluate strategic plan values, </w:t>
            </w:r>
            <w:proofErr w:type="gramStart"/>
            <w:r w:rsidRPr="00137D70">
              <w:t>goals</w:t>
            </w:r>
            <w:proofErr w:type="gramEnd"/>
            <w:r w:rsidRPr="00137D70">
              <w:t xml:space="preserve"> and vision statement </w:t>
            </w:r>
            <w:r w:rsidR="00762845">
              <w:t>according</w:t>
            </w:r>
            <w:r w:rsidRPr="00137D70">
              <w:t xml:space="preserve"> to permaculture principles and ethics</w:t>
            </w:r>
          </w:p>
          <w:p w14:paraId="288156B6" w14:textId="77777777" w:rsidR="00137D70" w:rsidRPr="00137D70" w:rsidRDefault="00137D70" w:rsidP="00137D70">
            <w:r w:rsidRPr="00137D70">
              <w:t>1.6 Document strategic planning brief</w:t>
            </w:r>
          </w:p>
          <w:p w14:paraId="04E84861" w14:textId="77777777" w:rsidR="00137D70" w:rsidRPr="00137D70" w:rsidRDefault="00137D70" w:rsidP="00137D70">
            <w:r w:rsidRPr="00137D70">
              <w:t>1.7 Develop protocols on cultural respect and sensitivity</w:t>
            </w:r>
          </w:p>
          <w:p w14:paraId="4B044429" w14:textId="6C8042C6" w:rsidR="00137D70" w:rsidRPr="00137D70" w:rsidRDefault="00137D70" w:rsidP="00E2232E">
            <w:r w:rsidRPr="00137D70">
              <w:t>1.8 Review and revise strategic plan brief at</w:t>
            </w:r>
            <w:r w:rsidR="00762845">
              <w:t xml:space="preserve"> strategic </w:t>
            </w:r>
            <w:r w:rsidRPr="00137D70">
              <w:t>project development intervals</w:t>
            </w:r>
          </w:p>
        </w:tc>
      </w:tr>
      <w:tr w:rsidR="00137D7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F333EFD" w:rsidR="00137D70" w:rsidRPr="00137D70" w:rsidRDefault="00137D70" w:rsidP="00137D70">
            <w:pPr>
              <w:pStyle w:val="SIText"/>
            </w:pPr>
            <w:r w:rsidRPr="00137D70">
              <w:t>2. Research and analyse strategic planning information</w:t>
            </w:r>
          </w:p>
        </w:tc>
        <w:tc>
          <w:tcPr>
            <w:tcW w:w="3604" w:type="pct"/>
            <w:shd w:val="clear" w:color="auto" w:fill="auto"/>
          </w:tcPr>
          <w:p w14:paraId="2BF597C5" w14:textId="77777777" w:rsidR="00137D70" w:rsidRPr="00137D70" w:rsidRDefault="00137D70" w:rsidP="00137D70">
            <w:r w:rsidRPr="00137D70">
              <w:t>2.1 Determine information needed for strategic plan with reference to plan brief</w:t>
            </w:r>
          </w:p>
          <w:p w14:paraId="07CC18B1" w14:textId="77777777" w:rsidR="00137D70" w:rsidRPr="00137D70" w:rsidRDefault="00137D70" w:rsidP="00137D70">
            <w:r w:rsidRPr="00137D70">
              <w:t>2.2 Identify key elements and themes</w:t>
            </w:r>
          </w:p>
          <w:p w14:paraId="3BDBF3A6" w14:textId="77777777" w:rsidR="00137D70" w:rsidRPr="00137D70" w:rsidRDefault="00137D70" w:rsidP="00137D70">
            <w:r w:rsidRPr="00137D70">
              <w:t>2.3 Determine research subjects</w:t>
            </w:r>
          </w:p>
          <w:p w14:paraId="001F0DBC" w14:textId="77777777" w:rsidR="00137D70" w:rsidRPr="00137D70" w:rsidRDefault="00137D70" w:rsidP="00137D70">
            <w:r w:rsidRPr="00137D70">
              <w:t>2.4 Compose research plan and methodologies</w:t>
            </w:r>
          </w:p>
          <w:p w14:paraId="425EA463" w14:textId="7171770E" w:rsidR="00137D70" w:rsidRPr="00137D70" w:rsidRDefault="00137D70" w:rsidP="00137D70">
            <w:r w:rsidRPr="00137D70">
              <w:t xml:space="preserve">2.5 Review </w:t>
            </w:r>
            <w:r w:rsidR="00762845">
              <w:t>legislation, regulations</w:t>
            </w:r>
            <w:r w:rsidRPr="00137D70">
              <w:t xml:space="preserve"> and codes </w:t>
            </w:r>
            <w:r w:rsidR="00762845">
              <w:t xml:space="preserve">of practice impacting on </w:t>
            </w:r>
            <w:r w:rsidRPr="00137D70">
              <w:t>project or enterprise</w:t>
            </w:r>
          </w:p>
          <w:p w14:paraId="2B00249F" w14:textId="43D5418F" w:rsidR="00137D70" w:rsidRPr="00137D70" w:rsidRDefault="00137D70" w:rsidP="00137D70">
            <w:pPr>
              <w:pStyle w:val="SIText"/>
            </w:pPr>
            <w:r w:rsidRPr="00137D70">
              <w:t>2.6 Review and revise strategic plan brief in relation to research findings</w:t>
            </w:r>
          </w:p>
        </w:tc>
      </w:tr>
      <w:tr w:rsidR="00137D7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DEF5E11" w:rsidR="00137D70" w:rsidRPr="00137D70" w:rsidRDefault="00137D70" w:rsidP="00137D70">
            <w:pPr>
              <w:pStyle w:val="SIText"/>
            </w:pPr>
            <w:r w:rsidRPr="00137D70">
              <w:t>3. Identify strategic planning stages</w:t>
            </w:r>
          </w:p>
        </w:tc>
        <w:tc>
          <w:tcPr>
            <w:tcW w:w="3604" w:type="pct"/>
            <w:shd w:val="clear" w:color="auto" w:fill="auto"/>
          </w:tcPr>
          <w:p w14:paraId="32DB75BD" w14:textId="28F15590" w:rsidR="00137D70" w:rsidRPr="00137D70" w:rsidRDefault="00137D70" w:rsidP="00137D70">
            <w:r w:rsidRPr="00137D70">
              <w:t xml:space="preserve">3.1 Identify strategies required to achieve planning goals in consultation with </w:t>
            </w:r>
            <w:r w:rsidR="00762845">
              <w:t>stakeholders</w:t>
            </w:r>
          </w:p>
          <w:p w14:paraId="2840B25F" w14:textId="77777777" w:rsidR="00137D70" w:rsidRPr="00137D70" w:rsidRDefault="00137D70" w:rsidP="00137D70">
            <w:r w:rsidRPr="00137D70">
              <w:t>3.2 Determine action plans required to execute strategies</w:t>
            </w:r>
          </w:p>
          <w:p w14:paraId="5507B0C4" w14:textId="55CD047E" w:rsidR="00137D70" w:rsidRPr="00137D70" w:rsidRDefault="00137D70" w:rsidP="00137D70">
            <w:r w:rsidRPr="00137D70">
              <w:t xml:space="preserve">3.3 </w:t>
            </w:r>
            <w:r w:rsidR="00762845">
              <w:t>Sequence</w:t>
            </w:r>
            <w:r w:rsidR="00762845" w:rsidRPr="00137D70">
              <w:t xml:space="preserve"> </w:t>
            </w:r>
            <w:r w:rsidRPr="00137D70">
              <w:t>strategies and action plans into strategic planning stages</w:t>
            </w:r>
          </w:p>
          <w:p w14:paraId="23152945" w14:textId="77777777" w:rsidR="00137D70" w:rsidRPr="00137D70" w:rsidRDefault="00137D70" w:rsidP="00137D70">
            <w:r w:rsidRPr="00137D70">
              <w:t>3.4 Determine planning benchmarks for future stage completion review</w:t>
            </w:r>
          </w:p>
          <w:p w14:paraId="1C93868F" w14:textId="7DDCFC47" w:rsidR="00137D70" w:rsidRPr="00137D70" w:rsidRDefault="00137D70" w:rsidP="00137D70">
            <w:r w:rsidRPr="00137D70">
              <w:t>3.5 Review and revise plan brief with reference to strategic planning stages</w:t>
            </w:r>
          </w:p>
        </w:tc>
      </w:tr>
      <w:tr w:rsidR="00137D70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6F9D916C" w:rsidR="00137D70" w:rsidRPr="00137D70" w:rsidRDefault="00137D70" w:rsidP="00137D70">
            <w:pPr>
              <w:pStyle w:val="SIText"/>
            </w:pPr>
            <w:r w:rsidRPr="00137D70">
              <w:t>4. Document and distribute strategic plan</w:t>
            </w:r>
          </w:p>
        </w:tc>
        <w:tc>
          <w:tcPr>
            <w:tcW w:w="3604" w:type="pct"/>
            <w:shd w:val="clear" w:color="auto" w:fill="auto"/>
          </w:tcPr>
          <w:p w14:paraId="6BC3D10E" w14:textId="61C3C6EC" w:rsidR="00137D70" w:rsidRPr="00137D70" w:rsidRDefault="00137D70" w:rsidP="00137D70">
            <w:r w:rsidRPr="00137D70">
              <w:t>4.1 Produce a strategic planning document</w:t>
            </w:r>
            <w:r w:rsidR="00762845">
              <w:t xml:space="preserve"> according to industry standards</w:t>
            </w:r>
          </w:p>
          <w:p w14:paraId="5237FA86" w14:textId="29C9692C" w:rsidR="00137D70" w:rsidRPr="00137D70" w:rsidRDefault="00137D70" w:rsidP="00137D70">
            <w:r w:rsidRPr="00137D70">
              <w:t xml:space="preserve">4.2 Distribute strategic plan to </w:t>
            </w:r>
            <w:r w:rsidR="00762845">
              <w:t>stakeholders</w:t>
            </w:r>
            <w:r w:rsidRPr="00137D70">
              <w:t xml:space="preserve"> </w:t>
            </w:r>
          </w:p>
          <w:p w14:paraId="49CB394E" w14:textId="2ED47987" w:rsidR="00E2232E" w:rsidRDefault="00137D70" w:rsidP="00E2232E">
            <w:r w:rsidRPr="00137D70">
              <w:t xml:space="preserve">4.3 </w:t>
            </w:r>
            <w:r w:rsidR="00762845">
              <w:t>Seek</w:t>
            </w:r>
            <w:r w:rsidR="00762845" w:rsidRPr="00137D70">
              <w:t xml:space="preserve"> </w:t>
            </w:r>
            <w:r w:rsidRPr="00137D70">
              <w:t xml:space="preserve">feedback on </w:t>
            </w:r>
            <w:r w:rsidR="00762845">
              <w:t xml:space="preserve">strategic </w:t>
            </w:r>
            <w:r w:rsidRPr="00137D70">
              <w:t>plan</w:t>
            </w:r>
          </w:p>
          <w:p w14:paraId="3AFC93DB" w14:textId="592859ED" w:rsidR="00137D70" w:rsidRPr="00137D70" w:rsidRDefault="00E2232E" w:rsidP="000E2743">
            <w:r>
              <w:t>4.4 R</w:t>
            </w:r>
            <w:r w:rsidR="00137D70" w:rsidRPr="00137D70">
              <w:t xml:space="preserve">eview and revise documentation </w:t>
            </w:r>
            <w:r w:rsidR="00762845">
              <w:t>according to feedback</w:t>
            </w:r>
          </w:p>
        </w:tc>
      </w:tr>
      <w:tr w:rsidR="00137D70" w:rsidRPr="00963A46" w14:paraId="317329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EE32D" w14:textId="33ECCEFE" w:rsidR="00137D70" w:rsidRPr="00137D70" w:rsidRDefault="00137D70" w:rsidP="00137D70">
            <w:pPr>
              <w:pStyle w:val="SIText"/>
            </w:pPr>
            <w:r w:rsidRPr="00137D70">
              <w:lastRenderedPageBreak/>
              <w:t>5. Review strategic plan</w:t>
            </w:r>
          </w:p>
        </w:tc>
        <w:tc>
          <w:tcPr>
            <w:tcW w:w="3604" w:type="pct"/>
            <w:shd w:val="clear" w:color="auto" w:fill="auto"/>
          </w:tcPr>
          <w:p w14:paraId="56AEC5F0" w14:textId="77777777" w:rsidR="00137D70" w:rsidRPr="00137D70" w:rsidRDefault="00137D70" w:rsidP="00137D70">
            <w:r w:rsidRPr="00137D70">
              <w:t>5.1 Determine mechanism for evaluation of strategic plan</w:t>
            </w:r>
          </w:p>
          <w:p w14:paraId="09EC730A" w14:textId="77777777" w:rsidR="00137D70" w:rsidRPr="00137D70" w:rsidRDefault="00137D70" w:rsidP="00137D70">
            <w:r w:rsidRPr="00137D70">
              <w:t>5.2 Determine timeframes for evaluation</w:t>
            </w:r>
          </w:p>
          <w:p w14:paraId="4F05FADB" w14:textId="77777777" w:rsidR="00137D70" w:rsidRPr="00137D70" w:rsidRDefault="00137D70" w:rsidP="00137D70">
            <w:r w:rsidRPr="00137D70">
              <w:t>5.3 Evaluate with reference to permaculture principles and practices</w:t>
            </w:r>
          </w:p>
          <w:p w14:paraId="3375948D" w14:textId="7C0EC1EB" w:rsidR="00137D70" w:rsidRPr="00137D70" w:rsidRDefault="00137D70" w:rsidP="00137D70">
            <w:r w:rsidRPr="00137D70">
              <w:t xml:space="preserve">5.4 Evaluate feedback from </w:t>
            </w:r>
            <w:r w:rsidR="00E2232E">
              <w:t>stakeholders</w:t>
            </w:r>
            <w:r w:rsidRPr="00137D70">
              <w:t xml:space="preserve"> on implementation issues and outcomes</w:t>
            </w:r>
          </w:p>
          <w:p w14:paraId="62BE1687" w14:textId="5D3258FE" w:rsidR="00137D70" w:rsidRPr="00137D70" w:rsidRDefault="00137D70" w:rsidP="000E2743">
            <w:r w:rsidRPr="00137D70">
              <w:t xml:space="preserve">5.5 Identify problems and revise </w:t>
            </w:r>
            <w:r w:rsidR="00E2232E">
              <w:t>plan according to feedback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40ADE7D2" w:rsidR="00F1480E" w:rsidRPr="005404CB" w:rsidRDefault="00147014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4C51FC07" w:rsidR="00F1480E" w:rsidRPr="005404CB" w:rsidRDefault="00147014">
            <w:pPr>
              <w:pStyle w:val="SIBulletList1"/>
              <w:rPr>
                <w:rFonts w:eastAsia="Calibri"/>
              </w:rPr>
            </w:pPr>
            <w:r w:rsidRPr="00147014">
              <w:t>Generate</w:t>
            </w:r>
            <w:r>
              <w:t xml:space="preserve"> </w:t>
            </w:r>
            <w:r w:rsidRPr="00147014">
              <w:t xml:space="preserve">complex </w:t>
            </w:r>
            <w:r>
              <w:t>strategic plans and supporting documentation</w:t>
            </w:r>
            <w:r w:rsidRPr="00147014">
              <w:t xml:space="preserve"> demonstrating control over a broad range of writing styles and purpose by selecting appropriate conventions and stylistic devices to express precise meaning</w:t>
            </w:r>
            <w:r>
              <w:t xml:space="preserve"> for each component</w:t>
            </w:r>
          </w:p>
        </w:tc>
      </w:tr>
    </w:tbl>
    <w:p w14:paraId="265659EF" w14:textId="3B29D2E5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62FBDB9D" w:rsidR="002C4E82" w:rsidRPr="002C4E82" w:rsidRDefault="00E2232E" w:rsidP="00433970">
            <w:pPr>
              <w:pStyle w:val="SIText"/>
            </w:pPr>
            <w:r w:rsidRPr="00137D70">
              <w:t>AHCPER</w:t>
            </w:r>
            <w:r w:rsidR="000E2743" w:rsidRPr="00433970">
              <w:rPr>
                <w:rStyle w:val="SITemporaryText-blue"/>
                <w:color w:val="auto"/>
                <w:sz w:val="20"/>
              </w:rPr>
              <w:t>6X</w:t>
            </w:r>
            <w:r w:rsidR="00FB1027" w:rsidRPr="00433970">
              <w:rPr>
                <w:rStyle w:val="SITemporaryText-blue"/>
                <w:color w:val="auto"/>
                <w:sz w:val="20"/>
              </w:rPr>
              <w:t>1</w:t>
            </w:r>
            <w:r w:rsidRPr="00433970">
              <w:rPr>
                <w:rStyle w:val="SITemporaryText-blue"/>
                <w:color w:val="auto"/>
                <w:sz w:val="20"/>
              </w:rPr>
              <w:t xml:space="preserve"> </w:t>
            </w:r>
            <w:r w:rsidRPr="00137D70">
              <w:t>Develop a strategic plan for a permaculture project or enterprise</w:t>
            </w:r>
          </w:p>
        </w:tc>
        <w:tc>
          <w:tcPr>
            <w:tcW w:w="1105" w:type="pct"/>
          </w:tcPr>
          <w:p w14:paraId="64EA7AE3" w14:textId="1C6047D7" w:rsidR="002C4E82" w:rsidRPr="002C4E82" w:rsidRDefault="00E2232E" w:rsidP="002C4E82">
            <w:pPr>
              <w:pStyle w:val="SIText"/>
            </w:pPr>
            <w:r w:rsidRPr="00E2232E">
              <w:t>AHCPER503 Develop a strategic plan for a permaculture project or enterprise</w:t>
            </w:r>
          </w:p>
        </w:tc>
        <w:tc>
          <w:tcPr>
            <w:tcW w:w="1251" w:type="pct"/>
          </w:tcPr>
          <w:p w14:paraId="116DCB92" w14:textId="1F99B0D8" w:rsidR="00DC5B08" w:rsidRDefault="00DC5B08" w:rsidP="002C4E82">
            <w:pPr>
              <w:pStyle w:val="SIText"/>
            </w:pPr>
            <w:r>
              <w:t xml:space="preserve">Code change and elevated unit to AQF6 to </w:t>
            </w:r>
            <w:proofErr w:type="gramStart"/>
            <w:r>
              <w:t>more accurately reflect performance outcomes</w:t>
            </w:r>
            <w:proofErr w:type="gramEnd"/>
            <w:r>
              <w:t>.</w:t>
            </w:r>
          </w:p>
          <w:p w14:paraId="3E031D32" w14:textId="66C6EF3F" w:rsidR="002C4E82" w:rsidRPr="002C4E82" w:rsidRDefault="000E2743" w:rsidP="002C4E82">
            <w:pPr>
              <w:pStyle w:val="SIText"/>
            </w:pPr>
            <w:r>
              <w:t xml:space="preserve">Minor changes to Application and </w:t>
            </w:r>
            <w:r w:rsidR="00DC5B08">
              <w:t>P</w:t>
            </w:r>
            <w:r>
              <w:t xml:space="preserve">erformance </w:t>
            </w:r>
            <w:r w:rsidR="00DC5B08">
              <w:t>C</w:t>
            </w:r>
            <w:r>
              <w:t>riteria for clarity</w:t>
            </w:r>
          </w:p>
        </w:tc>
        <w:tc>
          <w:tcPr>
            <w:tcW w:w="1616" w:type="pct"/>
          </w:tcPr>
          <w:p w14:paraId="426455CD" w14:textId="4B9C6AAD" w:rsidR="002C4E82" w:rsidRPr="002C4E82" w:rsidRDefault="000E2743" w:rsidP="002C4E82">
            <w:pPr>
              <w:pStyle w:val="SIText"/>
            </w:pPr>
            <w:r>
              <w:t>Equivalent</w:t>
            </w:r>
          </w:p>
        </w:tc>
      </w:tr>
    </w:tbl>
    <w:p w14:paraId="127C3A94" w14:textId="41EAF00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2D989B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37D70" w:rsidRPr="00137D70">
              <w:t>AHCPER</w:t>
            </w:r>
            <w:r w:rsidR="00433970">
              <w:t>6X1</w:t>
            </w:r>
            <w:r w:rsidR="00137D70" w:rsidRPr="00137D70">
              <w:t xml:space="preserve"> Develop a strategic plan for a permaculture project or enterprise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91581EB" w14:textId="77777777" w:rsidR="00E2232E" w:rsidRDefault="00E2232E" w:rsidP="00E2232E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9261DA4" w14:textId="7906BDF0" w:rsidR="00E2232E" w:rsidRDefault="00E2232E" w:rsidP="00E2232E">
            <w:pPr>
              <w:pStyle w:val="SIText"/>
            </w:pPr>
            <w:r>
              <w:t>There must be evidence that the individual has developed at least one strategic plan for a permaculture project or enterprise</w:t>
            </w:r>
            <w:r w:rsidR="00E35751">
              <w:t xml:space="preserve"> </w:t>
            </w:r>
            <w:r w:rsidR="00C65767">
              <w:t>which</w:t>
            </w:r>
            <w:r w:rsidR="00E35751">
              <w:t xml:space="preserve"> must represent </w:t>
            </w:r>
            <w:proofErr w:type="gramStart"/>
            <w:r w:rsidR="00E35751">
              <w:t>a time period</w:t>
            </w:r>
            <w:proofErr w:type="gramEnd"/>
            <w:r w:rsidR="00E35751">
              <w:t xml:space="preserve"> of at least 2 Years</w:t>
            </w:r>
            <w:r>
              <w:t xml:space="preserve"> and has:</w:t>
            </w:r>
          </w:p>
          <w:p w14:paraId="77DF8AA1" w14:textId="2BB283FA" w:rsidR="00137D70" w:rsidRPr="00137D70" w:rsidRDefault="00244040" w:rsidP="00E2232E">
            <w:pPr>
              <w:pStyle w:val="SIBulletList1"/>
            </w:pPr>
            <w:r>
              <w:t xml:space="preserve">consulted with client and stakeholders and </w:t>
            </w:r>
            <w:r w:rsidR="00137D70" w:rsidRPr="00137D70">
              <w:t>develop</w:t>
            </w:r>
            <w:r w:rsidR="00E2232E">
              <w:t>ed</w:t>
            </w:r>
            <w:r w:rsidR="00137D70" w:rsidRPr="00137D70">
              <w:t xml:space="preserve"> a strategic plan brief</w:t>
            </w:r>
          </w:p>
          <w:p w14:paraId="55D6416A" w14:textId="22F667F5" w:rsidR="00137D70" w:rsidRPr="00137D70" w:rsidRDefault="00137D70" w:rsidP="00137D70">
            <w:pPr>
              <w:pStyle w:val="SIBulletList1"/>
            </w:pPr>
            <w:r w:rsidRPr="00137D70">
              <w:t>acquire</w:t>
            </w:r>
            <w:r w:rsidR="00E2232E">
              <w:t>d</w:t>
            </w:r>
            <w:r w:rsidR="00244040">
              <w:t xml:space="preserve">, </w:t>
            </w:r>
            <w:proofErr w:type="gramStart"/>
            <w:r w:rsidR="00244040">
              <w:t>researched</w:t>
            </w:r>
            <w:proofErr w:type="gramEnd"/>
            <w:r w:rsidR="00244040">
              <w:t xml:space="preserve"> and analysed </w:t>
            </w:r>
            <w:r w:rsidRPr="00137D70">
              <w:t xml:space="preserve">project </w:t>
            </w:r>
            <w:r w:rsidR="00244040">
              <w:t xml:space="preserve">information and </w:t>
            </w:r>
            <w:r w:rsidRPr="00137D70">
              <w:t>resources</w:t>
            </w:r>
          </w:p>
          <w:p w14:paraId="4EB34E72" w14:textId="03AE9E2F" w:rsidR="00137D70" w:rsidRPr="00137D70" w:rsidRDefault="00137D70" w:rsidP="00137D70">
            <w:pPr>
              <w:pStyle w:val="SIBulletList1"/>
            </w:pPr>
            <w:r w:rsidRPr="00137D70">
              <w:t>document</w:t>
            </w:r>
            <w:r w:rsidR="00E2232E">
              <w:t>ed</w:t>
            </w:r>
            <w:r w:rsidRPr="00137D70">
              <w:t xml:space="preserve"> a strategic plan</w:t>
            </w:r>
          </w:p>
          <w:p w14:paraId="4FD55164" w14:textId="5CF72D3D" w:rsidR="00137D70" w:rsidRPr="00137D70" w:rsidRDefault="00137D70" w:rsidP="00137D70">
            <w:pPr>
              <w:pStyle w:val="SIBulletList1"/>
            </w:pPr>
            <w:r w:rsidRPr="00137D70">
              <w:t>evaluate</w:t>
            </w:r>
            <w:r w:rsidR="00E2232E">
              <w:t>d</w:t>
            </w:r>
            <w:r w:rsidRPr="00137D70">
              <w:t xml:space="preserve"> the vision statement</w:t>
            </w:r>
          </w:p>
          <w:p w14:paraId="6BFA69AA" w14:textId="0984ED61" w:rsidR="00556C4C" w:rsidRPr="005404CB" w:rsidRDefault="00244040" w:rsidP="00433970">
            <w:pPr>
              <w:pStyle w:val="SIBulletList1"/>
            </w:pPr>
            <w:r>
              <w:t xml:space="preserve">presented strategic plan for review, </w:t>
            </w:r>
            <w:r w:rsidR="00137D70" w:rsidRPr="00137D70">
              <w:t>interpret</w:t>
            </w:r>
            <w:r w:rsidR="00E2232E">
              <w:t>ed</w:t>
            </w:r>
            <w:r w:rsidR="00137D70" w:rsidRPr="00137D70">
              <w:t xml:space="preserve"> </w:t>
            </w:r>
            <w:proofErr w:type="gramStart"/>
            <w:r w:rsidR="00137D70" w:rsidRPr="00137D70">
              <w:t>feedback</w:t>
            </w:r>
            <w:proofErr w:type="gramEnd"/>
            <w:r w:rsidR="00137D70" w:rsidRPr="00137D70">
              <w:t xml:space="preserve"> </w:t>
            </w:r>
            <w:r>
              <w:t xml:space="preserve">and amended </w:t>
            </w:r>
            <w:r w:rsidR="00137D70" w:rsidRPr="00137D70">
              <w:t>strategic plan</w:t>
            </w:r>
            <w:r>
              <w:t xml:space="preserve"> according to feedback.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EF624E6" w14:textId="77777777" w:rsidR="003130FF" w:rsidRPr="003130FF" w:rsidRDefault="003130FF" w:rsidP="003130FF">
            <w:r w:rsidRPr="003130FF">
              <w:t>The candidate must demonstrate knowledge of:</w:t>
            </w:r>
          </w:p>
          <w:p w14:paraId="20D80EC3" w14:textId="18794503" w:rsidR="003130FF" w:rsidRPr="003130FF" w:rsidRDefault="003130FF" w:rsidP="004D369A">
            <w:pPr>
              <w:pStyle w:val="SIBulletList1"/>
            </w:pPr>
            <w:r w:rsidRPr="003130FF">
              <w:t xml:space="preserve">permaculture principles, </w:t>
            </w:r>
            <w:proofErr w:type="gramStart"/>
            <w:r w:rsidRPr="003130FF">
              <w:t>ethics</w:t>
            </w:r>
            <w:proofErr w:type="gramEnd"/>
            <w:r w:rsidRPr="003130FF">
              <w:t xml:space="preserve"> and practices</w:t>
            </w:r>
          </w:p>
          <w:p w14:paraId="7F9455BE" w14:textId="24B52F7D" w:rsidR="003130FF" w:rsidRPr="003130FF" w:rsidRDefault="003130FF" w:rsidP="004D369A">
            <w:pPr>
              <w:pStyle w:val="SIBulletList1"/>
            </w:pPr>
            <w:r w:rsidRPr="003130FF">
              <w:t>permaculture values</w:t>
            </w:r>
          </w:p>
          <w:p w14:paraId="16E0B1B1" w14:textId="54CCFEE1" w:rsidR="003130FF" w:rsidRPr="003130FF" w:rsidRDefault="003130FF" w:rsidP="004D369A">
            <w:pPr>
              <w:pStyle w:val="SIBulletList1"/>
            </w:pPr>
            <w:r w:rsidRPr="003130FF">
              <w:t>permaculture projects or enterprises</w:t>
            </w:r>
          </w:p>
          <w:p w14:paraId="450D91DE" w14:textId="486B3A37" w:rsidR="003130FF" w:rsidRPr="003130FF" w:rsidRDefault="003130FF" w:rsidP="000E2743">
            <w:pPr>
              <w:pStyle w:val="SIBulletList1"/>
            </w:pPr>
            <w:r w:rsidRPr="003130FF">
              <w:t>strategic planning</w:t>
            </w:r>
            <w:r w:rsidR="000E2D64">
              <w:t>, including:</w:t>
            </w:r>
          </w:p>
          <w:p w14:paraId="34A1BED3" w14:textId="29BD663B" w:rsidR="003130FF" w:rsidRPr="003130FF" w:rsidRDefault="003130FF" w:rsidP="000E2743">
            <w:pPr>
              <w:pStyle w:val="SIBulletList2"/>
            </w:pPr>
            <w:r w:rsidRPr="003130FF">
              <w:t>vision statement</w:t>
            </w:r>
          </w:p>
          <w:p w14:paraId="373C8D64" w14:textId="7181284A" w:rsidR="003130FF" w:rsidRPr="003130FF" w:rsidRDefault="003130FF">
            <w:pPr>
              <w:pStyle w:val="SIBulletList2"/>
            </w:pPr>
            <w:r w:rsidRPr="003130FF">
              <w:t>project or enterprise goals</w:t>
            </w:r>
          </w:p>
          <w:p w14:paraId="7CE4C4CC" w14:textId="77E80840" w:rsidR="003130FF" w:rsidRPr="003130FF" w:rsidRDefault="003130FF">
            <w:pPr>
              <w:pStyle w:val="SIBulletList2"/>
            </w:pPr>
            <w:r w:rsidRPr="003130FF">
              <w:t>strategies</w:t>
            </w:r>
          </w:p>
          <w:p w14:paraId="45786743" w14:textId="3C33C1EA" w:rsidR="000E2743" w:rsidRDefault="003130FF" w:rsidP="004D369A">
            <w:pPr>
              <w:pStyle w:val="SIBulletList1"/>
            </w:pPr>
            <w:r w:rsidRPr="003130FF">
              <w:t>action plans - sequences of smaller steps necessary to achieve strategies</w:t>
            </w:r>
            <w:r w:rsidR="000E2D64">
              <w:t xml:space="preserve">, including </w:t>
            </w:r>
            <w:r w:rsidRPr="003130FF">
              <w:t>timelines</w:t>
            </w:r>
            <w:r w:rsidR="000E2D64">
              <w:t xml:space="preserve"> and </w:t>
            </w:r>
            <w:r w:rsidRPr="003130FF">
              <w:t>benchmarks</w:t>
            </w:r>
          </w:p>
          <w:p w14:paraId="3180B892" w14:textId="77777777" w:rsidR="003130FF" w:rsidRPr="003130FF" w:rsidRDefault="003130FF">
            <w:pPr>
              <w:pStyle w:val="SIBulletList1"/>
            </w:pPr>
            <w:r w:rsidRPr="003130FF">
              <w:t>community development</w:t>
            </w:r>
          </w:p>
          <w:p w14:paraId="323597C0" w14:textId="77777777" w:rsidR="003130FF" w:rsidRPr="003130FF" w:rsidRDefault="003130FF" w:rsidP="003130FF">
            <w:pPr>
              <w:pStyle w:val="SIBulletList1"/>
            </w:pPr>
            <w:r w:rsidRPr="003130FF">
              <w:t>project management</w:t>
            </w:r>
          </w:p>
          <w:p w14:paraId="4D0B6B01" w14:textId="77777777" w:rsidR="003130FF" w:rsidRPr="003130FF" w:rsidRDefault="003130FF" w:rsidP="003130FF">
            <w:pPr>
              <w:pStyle w:val="SIBulletList1"/>
            </w:pPr>
            <w:r w:rsidRPr="003130FF">
              <w:t>feasibility study methodology</w:t>
            </w:r>
          </w:p>
          <w:p w14:paraId="4A14DF6D" w14:textId="77777777" w:rsidR="003130FF" w:rsidRDefault="003130FF" w:rsidP="003130FF">
            <w:pPr>
              <w:pStyle w:val="SIBulletList1"/>
            </w:pPr>
            <w:r w:rsidRPr="003130FF">
              <w:t>contract law</w:t>
            </w:r>
          </w:p>
          <w:p w14:paraId="5C8CD985" w14:textId="62EF392B" w:rsidR="00F1480E" w:rsidRPr="005404CB" w:rsidRDefault="003130FF" w:rsidP="00433970">
            <w:pPr>
              <w:pStyle w:val="SIBulletList1"/>
            </w:pPr>
            <w:r w:rsidRPr="003130FF">
              <w:t>budgetary frameworks</w:t>
            </w:r>
            <w:r w:rsidR="000E2743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3F83AC0" w14:textId="55158390" w:rsidR="000E2743" w:rsidRPr="000E2743" w:rsidRDefault="000E2743" w:rsidP="00433970">
            <w:pPr>
              <w:pStyle w:val="SIText"/>
            </w:pPr>
            <w:r w:rsidRPr="000E2743">
              <w:t xml:space="preserve">Assessment of the skills in this unit of competency must take place under the following conditions: </w:t>
            </w:r>
          </w:p>
          <w:p w14:paraId="44F2BCB7" w14:textId="77777777" w:rsidR="000E2743" w:rsidRPr="000E2743" w:rsidRDefault="000E2743" w:rsidP="00433970">
            <w:pPr>
              <w:pStyle w:val="SIBulletList1"/>
            </w:pPr>
            <w:r w:rsidRPr="000E2743">
              <w:t>physical conditions:</w:t>
            </w:r>
          </w:p>
          <w:p w14:paraId="2F3E9C49" w14:textId="7E11F7BA" w:rsidR="000E2743" w:rsidRPr="000E2743" w:rsidRDefault="000E2743" w:rsidP="000E2743">
            <w:pPr>
              <w:pStyle w:val="SIBulletList2"/>
            </w:pPr>
            <w:r w:rsidRPr="000E2743">
              <w:t xml:space="preserve">skills must be demonstrated </w:t>
            </w:r>
            <w:r>
              <w:t>for a</w:t>
            </w:r>
            <w:r w:rsidRPr="000E2743">
              <w:t xml:space="preserve"> permaculture </w:t>
            </w:r>
            <w:r>
              <w:t>project or enterprise,</w:t>
            </w:r>
            <w:r w:rsidRPr="000E2743">
              <w:t xml:space="preserve"> or an environment that accurately represents workplace conditions</w:t>
            </w:r>
          </w:p>
          <w:p w14:paraId="0FFE7444" w14:textId="77777777" w:rsidR="000E2743" w:rsidRPr="000E2743" w:rsidRDefault="000E2743" w:rsidP="00433970">
            <w:pPr>
              <w:pStyle w:val="SIBulletList1"/>
            </w:pPr>
            <w:r w:rsidRPr="000E2743">
              <w:t xml:space="preserve">resources, </w:t>
            </w:r>
            <w:proofErr w:type="gramStart"/>
            <w:r w:rsidRPr="000E2743">
              <w:t>equipment</w:t>
            </w:r>
            <w:proofErr w:type="gramEnd"/>
            <w:r w:rsidRPr="000E2743">
              <w:t xml:space="preserve"> and materials:</w:t>
            </w:r>
          </w:p>
          <w:p w14:paraId="2FBEFCB7" w14:textId="12598C2A" w:rsidR="000E2743" w:rsidRPr="000E2743" w:rsidRDefault="000E2743" w:rsidP="000E2743">
            <w:pPr>
              <w:pStyle w:val="SIBulletList2"/>
            </w:pPr>
            <w:r w:rsidRPr="000E2743">
              <w:t>use of tools and equipment</w:t>
            </w:r>
            <w:r>
              <w:t xml:space="preserve"> required to prepare documents</w:t>
            </w:r>
          </w:p>
          <w:p w14:paraId="7418A5B7" w14:textId="77777777" w:rsidR="000E2743" w:rsidRPr="000E2743" w:rsidRDefault="000E2743" w:rsidP="00433970">
            <w:pPr>
              <w:pStyle w:val="SIBulletList1"/>
            </w:pPr>
            <w:r w:rsidRPr="000E2743">
              <w:t>specifications:</w:t>
            </w:r>
          </w:p>
          <w:p w14:paraId="4C03B70B" w14:textId="77777777" w:rsidR="000E2743" w:rsidRDefault="000E2743" w:rsidP="002F4A71">
            <w:pPr>
              <w:pStyle w:val="SIBulletList2"/>
            </w:pPr>
            <w:r>
              <w:t>use of workplace policies and</w:t>
            </w:r>
            <w:r w:rsidRPr="000E2743">
              <w:t xml:space="preserve"> procedures</w:t>
            </w:r>
          </w:p>
          <w:p w14:paraId="52E8A6F1" w14:textId="53CAB3F7" w:rsidR="000E2743" w:rsidRDefault="000E2743" w:rsidP="000E2743">
            <w:pPr>
              <w:pStyle w:val="SIBulletList2"/>
            </w:pPr>
            <w:r w:rsidRPr="000E2743">
              <w:t xml:space="preserve">use of </w:t>
            </w:r>
            <w:r>
              <w:t>stakeholder and client brief</w:t>
            </w:r>
          </w:p>
          <w:p w14:paraId="014A2AA2" w14:textId="15522A1F" w:rsidR="000E2743" w:rsidRPr="000E2743" w:rsidRDefault="000E2743" w:rsidP="000E2743">
            <w:pPr>
              <w:pStyle w:val="SIBulletList2"/>
            </w:pPr>
            <w:r>
              <w:t>access to legislation and regulations</w:t>
            </w:r>
          </w:p>
          <w:p w14:paraId="42594BE9" w14:textId="5F02963A" w:rsidR="000E2743" w:rsidRPr="000E2743" w:rsidRDefault="000E2743" w:rsidP="000E2743">
            <w:pPr>
              <w:pStyle w:val="SIBulletList2"/>
            </w:pPr>
            <w:r w:rsidRPr="000E2743">
              <w:t xml:space="preserve">access to </w:t>
            </w:r>
            <w:r>
              <w:t xml:space="preserve">industry </w:t>
            </w:r>
            <w:r w:rsidRPr="000E2743">
              <w:t>codes of practice</w:t>
            </w:r>
          </w:p>
          <w:p w14:paraId="76C1F3BF" w14:textId="77777777" w:rsidR="000E2743" w:rsidRPr="000E2743" w:rsidRDefault="000E2743" w:rsidP="00433970">
            <w:pPr>
              <w:pStyle w:val="SIBulletList1"/>
            </w:pPr>
            <w:r w:rsidRPr="000E2743">
              <w:t>relationships:</w:t>
            </w:r>
          </w:p>
          <w:p w14:paraId="0C26B39E" w14:textId="77777777" w:rsidR="000E2743" w:rsidRDefault="000E2743" w:rsidP="000E2743">
            <w:pPr>
              <w:pStyle w:val="SIBulletList2"/>
            </w:pPr>
            <w:r w:rsidRPr="000E2743">
              <w:t>client</w:t>
            </w:r>
            <w:r>
              <w:t xml:space="preserve"> and stakeholders.</w:t>
            </w:r>
          </w:p>
          <w:p w14:paraId="759850B7" w14:textId="254A4592" w:rsidR="003B541E" w:rsidRPr="005404CB" w:rsidRDefault="000E2743" w:rsidP="003B541E">
            <w:pPr>
              <w:pStyle w:val="SIText"/>
              <w:rPr>
                <w:rFonts w:eastAsia="Calibri"/>
              </w:rPr>
            </w:pPr>
            <w:r w:rsidRPr="000E274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0D5" w14:textId="77777777" w:rsidR="00BA6036" w:rsidRDefault="00BA6036" w:rsidP="00BF3F0A">
      <w:r>
        <w:separator/>
      </w:r>
    </w:p>
    <w:p w14:paraId="344F281A" w14:textId="77777777" w:rsidR="00BA6036" w:rsidRDefault="00BA6036"/>
  </w:endnote>
  <w:endnote w:type="continuationSeparator" w:id="0">
    <w:p w14:paraId="44B1AA29" w14:textId="77777777" w:rsidR="00BA6036" w:rsidRDefault="00BA6036" w:rsidP="00BF3F0A">
      <w:r>
        <w:continuationSeparator/>
      </w:r>
    </w:p>
    <w:p w14:paraId="6ED9C2AE" w14:textId="77777777" w:rsidR="00BA6036" w:rsidRDefault="00BA6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5767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D671" w14:textId="77777777" w:rsidR="00BA6036" w:rsidRDefault="00BA6036" w:rsidP="00BF3F0A">
      <w:r>
        <w:separator/>
      </w:r>
    </w:p>
    <w:p w14:paraId="29A79FEB" w14:textId="77777777" w:rsidR="00BA6036" w:rsidRDefault="00BA6036"/>
  </w:footnote>
  <w:footnote w:type="continuationSeparator" w:id="0">
    <w:p w14:paraId="30EDF15F" w14:textId="77777777" w:rsidR="00BA6036" w:rsidRDefault="00BA6036" w:rsidP="00BF3F0A">
      <w:r>
        <w:continuationSeparator/>
      </w:r>
    </w:p>
    <w:p w14:paraId="3351A1C7" w14:textId="77777777" w:rsidR="00BA6036" w:rsidRDefault="00BA6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7803A33" w:rsidR="009C2650" w:rsidRPr="000754EC" w:rsidRDefault="004D369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1027" w:rsidRPr="00137D70">
      <w:t>AHCPER</w:t>
    </w:r>
    <w:r w:rsidR="00FB1027">
      <w:t>6X1</w:t>
    </w:r>
    <w:r w:rsidR="00FB1027" w:rsidRPr="00137D70">
      <w:t xml:space="preserve"> </w:t>
    </w:r>
    <w:r w:rsidR="00137D70" w:rsidRPr="00137D70">
      <w:t>Develop a strategic plan for a permaculture project or enterprise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C47"/>
    <w:multiLevelType w:val="multilevel"/>
    <w:tmpl w:val="4CA0E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B2A06"/>
    <w:multiLevelType w:val="multilevel"/>
    <w:tmpl w:val="DD0C90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F7AF4"/>
    <w:multiLevelType w:val="multilevel"/>
    <w:tmpl w:val="4C1C3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65A1"/>
    <w:multiLevelType w:val="multilevel"/>
    <w:tmpl w:val="268E6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170710"/>
    <w:multiLevelType w:val="multilevel"/>
    <w:tmpl w:val="598E2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A6049A"/>
    <w:multiLevelType w:val="multilevel"/>
    <w:tmpl w:val="728E2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3E01B7"/>
    <w:multiLevelType w:val="multilevel"/>
    <w:tmpl w:val="D94E0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6F3580"/>
    <w:multiLevelType w:val="multilevel"/>
    <w:tmpl w:val="593E3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C5383C"/>
    <w:multiLevelType w:val="multilevel"/>
    <w:tmpl w:val="46546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E91D61"/>
    <w:multiLevelType w:val="multilevel"/>
    <w:tmpl w:val="8A961D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F974DD"/>
    <w:multiLevelType w:val="multilevel"/>
    <w:tmpl w:val="33E2D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CC3F38"/>
    <w:multiLevelType w:val="multilevel"/>
    <w:tmpl w:val="1944A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A66785"/>
    <w:multiLevelType w:val="multilevel"/>
    <w:tmpl w:val="46D81E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8E4736"/>
    <w:multiLevelType w:val="multilevel"/>
    <w:tmpl w:val="4434E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5278CD"/>
    <w:multiLevelType w:val="multilevel"/>
    <w:tmpl w:val="5E3C9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1D225D"/>
    <w:multiLevelType w:val="multilevel"/>
    <w:tmpl w:val="F84C0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651D97"/>
    <w:multiLevelType w:val="multilevel"/>
    <w:tmpl w:val="AAFE7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758728F"/>
    <w:multiLevelType w:val="multilevel"/>
    <w:tmpl w:val="72A2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363AC8"/>
    <w:multiLevelType w:val="multilevel"/>
    <w:tmpl w:val="9E802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823865"/>
    <w:multiLevelType w:val="multilevel"/>
    <w:tmpl w:val="82824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170FA7"/>
    <w:multiLevelType w:val="multilevel"/>
    <w:tmpl w:val="700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6735EA"/>
    <w:multiLevelType w:val="multilevel"/>
    <w:tmpl w:val="017A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1019D1"/>
    <w:multiLevelType w:val="multilevel"/>
    <w:tmpl w:val="244AA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5F5CEE"/>
    <w:multiLevelType w:val="multilevel"/>
    <w:tmpl w:val="B2EC7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4FC17BC"/>
    <w:multiLevelType w:val="multilevel"/>
    <w:tmpl w:val="57164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F13538"/>
    <w:multiLevelType w:val="multilevel"/>
    <w:tmpl w:val="D9DED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426E6"/>
    <w:multiLevelType w:val="multilevel"/>
    <w:tmpl w:val="F0B05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AB1F06"/>
    <w:multiLevelType w:val="multilevel"/>
    <w:tmpl w:val="E4AE9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C27CCD"/>
    <w:multiLevelType w:val="multilevel"/>
    <w:tmpl w:val="439E7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1A0F1C"/>
    <w:multiLevelType w:val="multilevel"/>
    <w:tmpl w:val="AB82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277556"/>
    <w:multiLevelType w:val="multilevel"/>
    <w:tmpl w:val="6810B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E1F3B"/>
    <w:multiLevelType w:val="multilevel"/>
    <w:tmpl w:val="8A3A6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1F33AE"/>
    <w:multiLevelType w:val="multilevel"/>
    <w:tmpl w:val="9392B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CE6C07"/>
    <w:multiLevelType w:val="multilevel"/>
    <w:tmpl w:val="19F4E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DD71BB"/>
    <w:multiLevelType w:val="multilevel"/>
    <w:tmpl w:val="D1C03F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27712C"/>
    <w:multiLevelType w:val="multilevel"/>
    <w:tmpl w:val="0644A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CA5C1B"/>
    <w:multiLevelType w:val="multilevel"/>
    <w:tmpl w:val="987C6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8409802">
    <w:abstractNumId w:val="37"/>
  </w:num>
  <w:num w:numId="2" w16cid:durableId="1483892272">
    <w:abstractNumId w:val="29"/>
  </w:num>
  <w:num w:numId="3" w16cid:durableId="460922705">
    <w:abstractNumId w:val="23"/>
  </w:num>
  <w:num w:numId="4" w16cid:durableId="201136478">
    <w:abstractNumId w:val="11"/>
  </w:num>
  <w:num w:numId="5" w16cid:durableId="1362437618">
    <w:abstractNumId w:val="5"/>
  </w:num>
  <w:num w:numId="6" w16cid:durableId="1191840940">
    <w:abstractNumId w:val="10"/>
  </w:num>
  <w:num w:numId="7" w16cid:durableId="2022853741">
    <w:abstractNumId w:val="32"/>
  </w:num>
  <w:num w:numId="8" w16cid:durableId="231699544">
    <w:abstractNumId w:val="27"/>
  </w:num>
  <w:num w:numId="9" w16cid:durableId="365101338">
    <w:abstractNumId w:val="35"/>
  </w:num>
  <w:num w:numId="10" w16cid:durableId="160778406">
    <w:abstractNumId w:val="28"/>
  </w:num>
  <w:num w:numId="11" w16cid:durableId="1372073462">
    <w:abstractNumId w:val="39"/>
  </w:num>
  <w:num w:numId="12" w16cid:durableId="1748652329">
    <w:abstractNumId w:val="21"/>
  </w:num>
  <w:num w:numId="13" w16cid:durableId="340402170">
    <w:abstractNumId w:val="25"/>
  </w:num>
  <w:num w:numId="14" w16cid:durableId="1194339991">
    <w:abstractNumId w:val="36"/>
  </w:num>
  <w:num w:numId="15" w16cid:durableId="1245142067">
    <w:abstractNumId w:val="22"/>
  </w:num>
  <w:num w:numId="16" w16cid:durableId="1287928506">
    <w:abstractNumId w:val="33"/>
  </w:num>
  <w:num w:numId="17" w16cid:durableId="2024747355">
    <w:abstractNumId w:val="42"/>
  </w:num>
  <w:num w:numId="18" w16cid:durableId="1367219704">
    <w:abstractNumId w:val="31"/>
  </w:num>
  <w:num w:numId="19" w16cid:durableId="712391475">
    <w:abstractNumId w:val="17"/>
  </w:num>
  <w:num w:numId="20" w16cid:durableId="1578518321">
    <w:abstractNumId w:val="2"/>
  </w:num>
  <w:num w:numId="21" w16cid:durableId="1110049015">
    <w:abstractNumId w:val="8"/>
  </w:num>
  <w:num w:numId="22" w16cid:durableId="1234009232">
    <w:abstractNumId w:val="9"/>
  </w:num>
  <w:num w:numId="23" w16cid:durableId="41949282">
    <w:abstractNumId w:val="14"/>
  </w:num>
  <w:num w:numId="24" w16cid:durableId="688719799">
    <w:abstractNumId w:val="19"/>
  </w:num>
  <w:num w:numId="25" w16cid:durableId="117576442">
    <w:abstractNumId w:val="30"/>
  </w:num>
  <w:num w:numId="26" w16cid:durableId="1839731431">
    <w:abstractNumId w:val="26"/>
  </w:num>
  <w:num w:numId="27" w16cid:durableId="54860479">
    <w:abstractNumId w:val="3"/>
  </w:num>
  <w:num w:numId="28" w16cid:durableId="474373520">
    <w:abstractNumId w:val="16"/>
  </w:num>
  <w:num w:numId="29" w16cid:durableId="1291327018">
    <w:abstractNumId w:val="1"/>
  </w:num>
  <w:num w:numId="30" w16cid:durableId="458383290">
    <w:abstractNumId w:val="34"/>
  </w:num>
  <w:num w:numId="31" w16cid:durableId="1732461725">
    <w:abstractNumId w:val="4"/>
  </w:num>
  <w:num w:numId="32" w16cid:durableId="1297681741">
    <w:abstractNumId w:val="41"/>
  </w:num>
  <w:num w:numId="33" w16cid:durableId="2095128548">
    <w:abstractNumId w:val="12"/>
  </w:num>
  <w:num w:numId="34" w16cid:durableId="1641155878">
    <w:abstractNumId w:val="0"/>
  </w:num>
  <w:num w:numId="35" w16cid:durableId="899249641">
    <w:abstractNumId w:val="13"/>
  </w:num>
  <w:num w:numId="36" w16cid:durableId="381708659">
    <w:abstractNumId w:val="15"/>
  </w:num>
  <w:num w:numId="37" w16cid:durableId="432627817">
    <w:abstractNumId w:val="40"/>
  </w:num>
  <w:num w:numId="38" w16cid:durableId="1208184895">
    <w:abstractNumId w:val="38"/>
  </w:num>
  <w:num w:numId="39" w16cid:durableId="958027754">
    <w:abstractNumId w:val="6"/>
  </w:num>
  <w:num w:numId="40" w16cid:durableId="722799304">
    <w:abstractNumId w:val="43"/>
  </w:num>
  <w:num w:numId="41" w16cid:durableId="613175433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743"/>
    <w:rsid w:val="000E2C86"/>
    <w:rsid w:val="000E2D64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37D70"/>
    <w:rsid w:val="00144385"/>
    <w:rsid w:val="00146EEC"/>
    <w:rsid w:val="00147014"/>
    <w:rsid w:val="00151D55"/>
    <w:rsid w:val="00151D93"/>
    <w:rsid w:val="00156EF3"/>
    <w:rsid w:val="00162CC8"/>
    <w:rsid w:val="00176E4F"/>
    <w:rsid w:val="0018546B"/>
    <w:rsid w:val="001A62B1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04E8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040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3970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369A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A4F04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2845"/>
    <w:rsid w:val="0076523B"/>
    <w:rsid w:val="00771B60"/>
    <w:rsid w:val="00777E27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C6A6D"/>
    <w:rsid w:val="007D5A78"/>
    <w:rsid w:val="007E3BD1"/>
    <w:rsid w:val="007F1563"/>
    <w:rsid w:val="007F1EB2"/>
    <w:rsid w:val="007F44DB"/>
    <w:rsid w:val="007F5A8B"/>
    <w:rsid w:val="007F7FC7"/>
    <w:rsid w:val="0080288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015"/>
    <w:rsid w:val="00865011"/>
    <w:rsid w:val="008654A0"/>
    <w:rsid w:val="00873723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32F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5075"/>
    <w:rsid w:val="00BC5419"/>
    <w:rsid w:val="00BD2AEC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65767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C5B08"/>
    <w:rsid w:val="00DD0726"/>
    <w:rsid w:val="00E11A59"/>
    <w:rsid w:val="00E2232E"/>
    <w:rsid w:val="00E238E6"/>
    <w:rsid w:val="00E34CD8"/>
    <w:rsid w:val="00E35064"/>
    <w:rsid w:val="00E35751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E1EA3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4876"/>
    <w:rsid w:val="00FB02C0"/>
    <w:rsid w:val="00FB1027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4339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2EBDE6-679E-4BA5-A89A-00917AED2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449826-2882-4E7B-AEE8-7DD3FC1374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infopath/2007/PartnerControls"/>
    <ds:schemaRef ds:uri="7ee3a392-9fd5-4e44-986b-b11872d0f857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258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154</cp:revision>
  <cp:lastPrinted>2016-05-27T05:21:00Z</cp:lastPrinted>
  <dcterms:created xsi:type="dcterms:W3CDTF">2021-09-14T01:14:00Z</dcterms:created>
  <dcterms:modified xsi:type="dcterms:W3CDTF">2022-05-13T02:56:00Z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